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7C2CC17" wp14:editId="373F0F9F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571C35C4" wp14:editId="0C9C59BA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F63C7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SCJw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6A17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0478EDF" wp14:editId="7B5A49F8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F0E6C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GUJwIAAE0EAAAOAAAAZHJzL2Uyb0RvYy54bWysVE2P2jAQvVfqf7B8h3xso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440E5B8" wp14:editId="182595FB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B67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M0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B4D7E" w:rsidRPr="004B4D7E">
        <w:rPr>
          <w:rFonts w:ascii="TH SarabunPSK" w:hAnsi="TH SarabunPSK" w:cs="TH SarabunPSK"/>
          <w:sz w:val="32"/>
          <w:szCs w:val="32"/>
          <w:cs/>
        </w:rPr>
        <w:t>/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1D2D8E" w:rsidRPr="001D2D8E">
        <w:rPr>
          <w:rFonts w:ascii="TH SarabunPSK" w:hAnsi="TH SarabunPSK" w:cs="TH SarabunPSK" w:hint="cs"/>
          <w:sz w:val="32"/>
          <w:szCs w:val="32"/>
          <w:cs/>
        </w:rPr>
        <w:t>วัน  เดือน  ปี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48B97C1D" wp14:editId="5BDD2C35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144CC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U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>ขอ</w:t>
      </w:r>
      <w:r w:rsidR="00E7167B">
        <w:rPr>
          <w:rFonts w:ascii="TH SarabunPSK" w:hAnsi="TH SarabunPSK" w:cs="TH SarabunPSK" w:hint="cs"/>
          <w:sz w:val="32"/>
          <w:szCs w:val="32"/>
          <w:cs/>
        </w:rPr>
        <w:t>ต่ออายุ</w:t>
      </w:r>
      <w:r w:rsidR="00E7167B">
        <w:rPr>
          <w:rFonts w:ascii="TH SarabunPSK" w:hAnsi="TH SarabunPSK" w:cs="TH SarabunPSK" w:hint="cs"/>
          <w:sz w:val="32"/>
          <w:szCs w:val="32"/>
          <w:cs/>
        </w:rPr>
        <w:t>เอกสารใบรับรองจริยธรรมการวิจัยในมนุษย์</w:t>
      </w:r>
    </w:p>
    <w:p w:rsidR="00C87E7C" w:rsidRPr="00B80B01" w:rsidRDefault="00781784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ประธานคณะกรรมการจริยธรรมการวิจัยในมนุษย์ มหาวิทยาลัยเทคโนโลยีราชมงคลตะวันออก</w:t>
      </w:r>
    </w:p>
    <w:p w:rsidR="00781784" w:rsidRDefault="00781784" w:rsidP="0004283B">
      <w:pPr>
        <w:spacing w:before="12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C438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 w:rsidRPr="006C438D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ได้รับอนุมัติใบรับรองจริยธรรมการวิจัย จำนวน...........โครงการ ดังนี้ </w:t>
      </w:r>
    </w:p>
    <w:p w:rsidR="00326F2E" w:rsidRPr="006C438D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6F2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ชื่อโครงการ</w:t>
      </w:r>
      <w:r w:rsidR="00326F2E" w:rsidRPr="006C438D">
        <w:rPr>
          <w:rFonts w:ascii="TH SarabunPSK" w:hAnsi="TH SarabunPSK" w:cs="TH SarabunPSK"/>
          <w:sz w:val="32"/>
          <w:szCs w:val="32"/>
        </w:rPr>
        <w:t xml:space="preserve"> (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ไทย</w:t>
      </w:r>
      <w:r w:rsidR="00326F2E">
        <w:rPr>
          <w:rFonts w:ascii="TH SarabunPSK" w:hAnsi="TH SarabunPSK" w:cs="TH SarabunPSK" w:hint="cs"/>
          <w:sz w:val="32"/>
          <w:szCs w:val="32"/>
          <w:cs/>
        </w:rPr>
        <w:t>)</w:t>
      </w:r>
      <w:r w:rsidR="00326F2E">
        <w:rPr>
          <w:rFonts w:ascii="TH SarabunPSK" w:hAnsi="TH SarabunPSK" w:cs="TH SarabunPSK"/>
          <w:sz w:val="32"/>
          <w:szCs w:val="32"/>
        </w:rPr>
        <w:t xml:space="preserve"> </w:t>
      </w:r>
      <w:r w:rsidR="00326F2E"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</w:t>
      </w:r>
    </w:p>
    <w:p w:rsidR="00326F2E" w:rsidRPr="006C438D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English</w:t>
      </w:r>
      <w:r>
        <w:rPr>
          <w:rFonts w:ascii="TH SarabunPSK" w:hAnsi="TH SarabunPSK" w:cs="TH SarabunPSK" w:hint="cs"/>
          <w:sz w:val="32"/>
          <w:szCs w:val="32"/>
          <w:cs/>
        </w:rPr>
        <w:t>) ....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</w:t>
      </w:r>
    </w:p>
    <w:p w:rsidR="00326F2E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โครงการวิจัย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รหัส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RMUTTO REC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No.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............./25.... </w:t>
      </w:r>
      <w:r w:rsidRPr="006C438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ออกใบ</w:t>
      </w:r>
      <w:r w:rsidRPr="006C438D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 w:hint="cs"/>
          <w:sz w:val="32"/>
          <w:szCs w:val="32"/>
          <w:cs/>
        </w:rPr>
        <w:t>ล่าสุด</w:t>
      </w:r>
      <w:r w:rsidRPr="006C43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438D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/</w:t>
      </w:r>
      <w:r w:rsidRPr="006C438D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 xml:space="preserve">/25… </w:t>
      </w:r>
    </w:p>
    <w:p w:rsidR="00781784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โดยมีความประสงค์</w:t>
      </w:r>
      <w:r w:rsidR="0004283B">
        <w:rPr>
          <w:rFonts w:ascii="TH SarabunPSK" w:hAnsi="TH SarabunPSK" w:cs="TH SarabunPSK" w:hint="cs"/>
          <w:sz w:val="32"/>
          <w:szCs w:val="32"/>
          <w:cs/>
        </w:rPr>
        <w:t>ขอ</w:t>
      </w:r>
      <w:r w:rsidR="00E7167B">
        <w:rPr>
          <w:rFonts w:ascii="TH SarabunPSK" w:hAnsi="TH SarabunPSK" w:cs="TH SarabunPSK" w:hint="cs"/>
          <w:sz w:val="32"/>
          <w:szCs w:val="32"/>
          <w:cs/>
        </w:rPr>
        <w:t>ขอต่ออายุเอกสารใบรับรองจริยธรรมการวิจัยในมนุษย์</w:t>
      </w:r>
      <w:r w:rsidR="00E716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โดยได้แนบเอกสารประกอบการพิจารณา ดังนี้ </w:t>
      </w:r>
    </w:p>
    <w:tbl>
      <w:tblPr>
        <w:tblW w:w="8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3"/>
        <w:gridCol w:w="540"/>
        <w:gridCol w:w="540"/>
        <w:gridCol w:w="1350"/>
        <w:gridCol w:w="1260"/>
      </w:tblGrid>
      <w:tr w:rsidR="0004283B" w:rsidRPr="004D39A6" w:rsidTr="009912B8">
        <w:trPr>
          <w:trHeight w:val="381"/>
        </w:trPr>
        <w:tc>
          <w:tcPr>
            <w:tcW w:w="5003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รายการเอกสาร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9912B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540" w:type="dxa"/>
            <w:vMerge w:val="restart"/>
            <w:shd w:val="clear" w:color="auto" w:fill="D9D9D9" w:themeFill="background1" w:themeFillShade="D9"/>
          </w:tcPr>
          <w:p w:rsidR="0004283B" w:rsidRPr="0004283B" w:rsidRDefault="0004283B" w:rsidP="009912B8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610" w:type="dxa"/>
            <w:gridSpan w:val="2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สำหรับ</w:t>
            </w: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เจ้าหน้าที่ตรวจสอบ</w:t>
            </w:r>
          </w:p>
        </w:tc>
      </w:tr>
      <w:tr w:rsidR="0004283B" w:rsidRPr="004D39A6" w:rsidTr="009912B8">
        <w:trPr>
          <w:trHeight w:val="381"/>
        </w:trPr>
        <w:tc>
          <w:tcPr>
            <w:tcW w:w="5003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shd w:val="clear" w:color="auto" w:fill="D9D9D9" w:themeFill="background1" w:themeFillShade="D9"/>
          </w:tcPr>
          <w:p w:rsidR="0004283B" w:rsidRPr="0004283B" w:rsidRDefault="0004283B" w:rsidP="0004283B">
            <w:pPr>
              <w:ind w:left="-36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ต้องแก้ไข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ถูกต้อง</w:t>
            </w: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04283B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1. 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AF 05-06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แบบรายงานความก้าวหน้าโครงการวิจัย </w:t>
            </w:r>
          </w:p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 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(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</w:rPr>
              <w:t>Progress Report Form)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จำนวน 2 ชุด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7167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E7167B" w:rsidRDefault="00E7167B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2. จัดส่งไฟล์อิเล็กทรอนิกส์ประกอบการยื่น รูปแบบไฟล์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Word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และไฟล์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PDF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มายัง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E-mail: </w:t>
            </w:r>
            <w:hyperlink r:id="rId7" w:history="1">
              <w:r w:rsidRPr="00836615">
                <w:rPr>
                  <w:rStyle w:val="Hyperlink"/>
                  <w:rFonts w:ascii="TH SarabunPSK" w:hAnsi="TH SarabunPSK" w:cs="TH SarabunPSK"/>
                  <w:spacing w:val="-4"/>
                  <w:sz w:val="30"/>
                  <w:szCs w:val="30"/>
                </w:rPr>
                <w:t>research_ird@rmutto.ac.th</w:t>
              </w:r>
            </w:hyperlink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E7167B" w:rsidRPr="004D39A6" w:rsidRDefault="00E7167B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7167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E7167B" w:rsidRDefault="00E7167B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3. 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หลักฐานการโอนชำระค่าธรรมเนียม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จำนวน 1 ฉบับ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7E7C" w:rsidRPr="00B80B01" w:rsidRDefault="00781784" w:rsidP="009912B8">
      <w:pPr>
        <w:spacing w:before="120"/>
        <w:ind w:firstLine="141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:rsidR="00C87E7C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3E582F" w:rsidRDefault="003E582F" w:rsidP="003E582F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3E582F" w:rsidRDefault="00781784" w:rsidP="003E5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C2565C" w:rsidRDefault="003E582F" w:rsidP="0095073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2F253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 w:rsidR="00781784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F2539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781784" w:rsidRDefault="00781784" w:rsidP="00781784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(...........พิมพ์ชื่อเต็ม........)</w:t>
      </w:r>
    </w:p>
    <w:p w:rsidR="00B84631" w:rsidRDefault="00C2565C" w:rsidP="00C2565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นักวิจัย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B84631" w:rsidSect="006B72B7">
      <w:headerReference w:type="even" r:id="rId8"/>
      <w:headerReference w:type="default" r:id="rId9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4E7" w:rsidRDefault="00F974E7">
      <w:r>
        <w:separator/>
      </w:r>
    </w:p>
  </w:endnote>
  <w:endnote w:type="continuationSeparator" w:id="0">
    <w:p w:rsidR="00F974E7" w:rsidRDefault="00F9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4E7" w:rsidRDefault="00F974E7">
      <w:r>
        <w:separator/>
      </w:r>
    </w:p>
  </w:footnote>
  <w:footnote w:type="continuationSeparator" w:id="0">
    <w:p w:rsidR="00F974E7" w:rsidRDefault="00F9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0"/>
    <w:rsid w:val="000009B3"/>
    <w:rsid w:val="00041424"/>
    <w:rsid w:val="0004283B"/>
    <w:rsid w:val="00055E5F"/>
    <w:rsid w:val="0006583D"/>
    <w:rsid w:val="000D658D"/>
    <w:rsid w:val="00107DC9"/>
    <w:rsid w:val="00122200"/>
    <w:rsid w:val="00126983"/>
    <w:rsid w:val="00134A4B"/>
    <w:rsid w:val="001878BA"/>
    <w:rsid w:val="00193FB7"/>
    <w:rsid w:val="001A236F"/>
    <w:rsid w:val="001B6BD6"/>
    <w:rsid w:val="001D2D8E"/>
    <w:rsid w:val="001F5E85"/>
    <w:rsid w:val="00234405"/>
    <w:rsid w:val="00236EDF"/>
    <w:rsid w:val="002747A4"/>
    <w:rsid w:val="002D0C13"/>
    <w:rsid w:val="002E1EB8"/>
    <w:rsid w:val="002F20E1"/>
    <w:rsid w:val="002F2539"/>
    <w:rsid w:val="00326F2E"/>
    <w:rsid w:val="00336DC6"/>
    <w:rsid w:val="00387B20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64ED3"/>
    <w:rsid w:val="005B3CDE"/>
    <w:rsid w:val="005F4EE0"/>
    <w:rsid w:val="00612B51"/>
    <w:rsid w:val="00613DE2"/>
    <w:rsid w:val="006A175C"/>
    <w:rsid w:val="006A4118"/>
    <w:rsid w:val="006B1710"/>
    <w:rsid w:val="006B17F4"/>
    <w:rsid w:val="006B72B7"/>
    <w:rsid w:val="006D16F7"/>
    <w:rsid w:val="006E31FA"/>
    <w:rsid w:val="007154B5"/>
    <w:rsid w:val="00781784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46E2C"/>
    <w:rsid w:val="00950731"/>
    <w:rsid w:val="00951D06"/>
    <w:rsid w:val="009813B5"/>
    <w:rsid w:val="00990D85"/>
    <w:rsid w:val="009912B8"/>
    <w:rsid w:val="009C6632"/>
    <w:rsid w:val="009C74E1"/>
    <w:rsid w:val="009D74D7"/>
    <w:rsid w:val="00A07DF8"/>
    <w:rsid w:val="00A10DAF"/>
    <w:rsid w:val="00A60D81"/>
    <w:rsid w:val="00A64DF4"/>
    <w:rsid w:val="00A841C7"/>
    <w:rsid w:val="00A97E58"/>
    <w:rsid w:val="00AB3BC8"/>
    <w:rsid w:val="00AC4217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87E7C"/>
    <w:rsid w:val="00C94909"/>
    <w:rsid w:val="00CE2BC0"/>
    <w:rsid w:val="00D35165"/>
    <w:rsid w:val="00D40E4A"/>
    <w:rsid w:val="00D4689D"/>
    <w:rsid w:val="00D518B7"/>
    <w:rsid w:val="00D5496A"/>
    <w:rsid w:val="00D60159"/>
    <w:rsid w:val="00D6078F"/>
    <w:rsid w:val="00D6626B"/>
    <w:rsid w:val="00DB741A"/>
    <w:rsid w:val="00DC6853"/>
    <w:rsid w:val="00DD267F"/>
    <w:rsid w:val="00DF05F2"/>
    <w:rsid w:val="00E30CE3"/>
    <w:rsid w:val="00E537F1"/>
    <w:rsid w:val="00E7167B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974E7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9DBDB"/>
  <w15:chartTrackingRefBased/>
  <w15:docId w15:val="{B7250C4E-B311-4E1C-85E2-FB32120F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91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esearch_ird@rmutto.ac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Comp\AppData\Local\Temp\89e47995-1e5c-480b-86ff-ee4050677835_&#3649;&#3610;&#3610;&#3615;&#3629;&#3619;&#3660;&#3617;&#3585;&#3634;&#3619;&#3614;&#3636;&#3617;&#3614;&#3660;&#3627;&#3609;&#3633;&#3591;&#3626;&#3639;&#3629;&#3619;&#3634;&#3594;&#3585;&#3634;&#3619;%20(8-7-67).zip.835\&#3649;&#3610;&#3610;&#3615;&#3629;&#3619;&#3660;&#3617;&#3585;&#3634;&#3619;&#3614;&#3636;&#3617;&#3614;&#3660;&#3627;&#3609;&#3633;&#3591;&#3626;&#3639;&#3629;&#3619;&#3634;&#3594;&#3585;&#3634;&#3619;%20(8-7-67)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24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MyComp</dc:creator>
  <cp:keywords/>
  <dc:description/>
  <cp:lastModifiedBy>MyComp</cp:lastModifiedBy>
  <cp:revision>7</cp:revision>
  <cp:lastPrinted>2018-03-07T03:26:00Z</cp:lastPrinted>
  <dcterms:created xsi:type="dcterms:W3CDTF">2024-07-17T03:44:00Z</dcterms:created>
  <dcterms:modified xsi:type="dcterms:W3CDTF">2024-07-17T04:30:00Z</dcterms:modified>
</cp:coreProperties>
</file>